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  <w:bookmarkStart w:id="0" w:name="_GoBack"/>
      <w:bookmarkEnd w:id="0"/>
    </w:p>
    <w:p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:rsidR="00B41319" w:rsidRPr="00882D69" w:rsidRDefault="004E14E1" w:rsidP="004E14E1">
      <w:pPr>
        <w:jc w:val="center"/>
        <w:rPr>
          <w:sz w:val="22"/>
          <w:szCs w:val="22"/>
        </w:rPr>
      </w:pPr>
      <w:r w:rsidRPr="00882D69">
        <w:rPr>
          <w:b/>
          <w:bCs/>
          <w:sz w:val="22"/>
          <w:szCs w:val="22"/>
        </w:rPr>
        <w:t>ÜÜRIPINNA</w:t>
      </w:r>
      <w:r w:rsidR="007049AD" w:rsidRPr="00882D69">
        <w:rPr>
          <w:b/>
          <w:bCs/>
          <w:sz w:val="22"/>
          <w:szCs w:val="22"/>
        </w:rPr>
        <w:t xml:space="preserve"> </w:t>
      </w:r>
      <w:r w:rsidRPr="00882D69">
        <w:rPr>
          <w:b/>
          <w:bCs/>
          <w:sz w:val="22"/>
          <w:szCs w:val="22"/>
        </w:rPr>
        <w:t>ÜLEANDMISE-</w:t>
      </w:r>
      <w:r w:rsidR="00B41319" w:rsidRPr="00882D69">
        <w:rPr>
          <w:b/>
          <w:bCs/>
          <w:sz w:val="22"/>
          <w:szCs w:val="22"/>
        </w:rPr>
        <w:t xml:space="preserve">VASTUVÕTMISE </w:t>
      </w:r>
      <w:r w:rsidR="006E2144" w:rsidRPr="00882D69">
        <w:rPr>
          <w:b/>
          <w:bCs/>
          <w:sz w:val="22"/>
          <w:szCs w:val="22"/>
        </w:rPr>
        <w:t>AKT</w:t>
      </w:r>
    </w:p>
    <w:p w:rsidR="00DF16DE" w:rsidRDefault="00DF16DE" w:rsidP="001A3650">
      <w:pPr>
        <w:jc w:val="both"/>
        <w:rPr>
          <w:sz w:val="22"/>
          <w:szCs w:val="22"/>
        </w:rPr>
      </w:pPr>
    </w:p>
    <w:p w:rsidR="005223B0" w:rsidRPr="00882D69" w:rsidRDefault="005223B0" w:rsidP="001A3650">
      <w:pPr>
        <w:jc w:val="both"/>
        <w:rPr>
          <w:sz w:val="22"/>
          <w:szCs w:val="22"/>
        </w:rPr>
      </w:pPr>
    </w:p>
    <w:p w:rsidR="00DF16DE" w:rsidRPr="00882D69" w:rsidRDefault="00DF16DE" w:rsidP="00DF16DE">
      <w:pPr>
        <w:tabs>
          <w:tab w:val="left" w:pos="5670"/>
        </w:tabs>
        <w:jc w:val="both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Käesolevale aktile alla kirjutades kinnitavad Üleandja ja Vastuvõtja, et üüripind on üle antud ja vastu võetud seisuga </w:t>
      </w:r>
      <w:r w:rsidR="00091658">
        <w:rPr>
          <w:b/>
          <w:sz w:val="22"/>
          <w:szCs w:val="22"/>
        </w:rPr>
        <w:t>31.10.2020</w:t>
      </w:r>
    </w:p>
    <w:p w:rsidR="00DF16DE" w:rsidRPr="00882D69" w:rsidRDefault="00DF16DE">
      <w:pPr>
        <w:rPr>
          <w:sz w:val="22"/>
          <w:szCs w:val="22"/>
        </w:rPr>
      </w:pPr>
    </w:p>
    <w:p w:rsidR="00DF16DE" w:rsidRPr="00882D69" w:rsidRDefault="007049AD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>Üüripinna üleandja</w:t>
      </w:r>
      <w:r w:rsidR="00DF16DE" w:rsidRPr="00882D69">
        <w:rPr>
          <w:b/>
          <w:sz w:val="22"/>
          <w:szCs w:val="22"/>
        </w:rPr>
        <w:t xml:space="preserve">: </w:t>
      </w:r>
      <w:r w:rsidR="00C64EBE">
        <w:rPr>
          <w:b/>
          <w:sz w:val="22"/>
          <w:szCs w:val="22"/>
        </w:rPr>
        <w:t>Helmuth Kaljo</w:t>
      </w:r>
      <w:r w:rsidR="00341605" w:rsidRPr="00882D69">
        <w:rPr>
          <w:b/>
          <w:sz w:val="22"/>
          <w:szCs w:val="22"/>
        </w:rPr>
        <w:t xml:space="preserve"> ja </w:t>
      </w:r>
    </w:p>
    <w:p w:rsidR="00DF16DE" w:rsidRPr="00882D69" w:rsidRDefault="00DF16DE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Vastuvõtja: </w:t>
      </w:r>
      <w:r w:rsidR="00C64EBE">
        <w:rPr>
          <w:b/>
          <w:sz w:val="22"/>
          <w:szCs w:val="22"/>
        </w:rPr>
        <w:t>Jaanus Toomesoo</w:t>
      </w:r>
    </w:p>
    <w:p w:rsidR="00B41319" w:rsidRPr="00882D69" w:rsidRDefault="00B41319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:rsidR="00B41319" w:rsidRPr="00882D69" w:rsidRDefault="00B41319" w:rsidP="006F3ACC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 xml:space="preserve">Üleandja annab Vastuvõtjale üle </w:t>
      </w:r>
      <w:r w:rsidR="001A3650" w:rsidRPr="00882D69">
        <w:rPr>
          <w:sz w:val="22"/>
          <w:szCs w:val="22"/>
        </w:rPr>
        <w:t>üürilepingu</w:t>
      </w:r>
      <w:r w:rsidR="005223B0">
        <w:rPr>
          <w:sz w:val="22"/>
          <w:szCs w:val="22"/>
        </w:rPr>
        <w:t>st</w:t>
      </w:r>
      <w:r w:rsidR="001A3650" w:rsidRPr="00882D69">
        <w:rPr>
          <w:sz w:val="22"/>
          <w:szCs w:val="22"/>
        </w:rPr>
        <w:t xml:space="preserve"> nr</w:t>
      </w:r>
      <w:r w:rsidR="007049AD" w:rsidRPr="00882D69">
        <w:rPr>
          <w:sz w:val="22"/>
          <w:szCs w:val="22"/>
        </w:rPr>
        <w:t xml:space="preserve"> </w:t>
      </w:r>
      <w:r w:rsidR="00C64EBE">
        <w:rPr>
          <w:rStyle w:val="fontstyle01"/>
        </w:rPr>
        <w:t>Ü4502/12</w:t>
      </w:r>
      <w:r w:rsidR="001A3650" w:rsidRPr="00882D69">
        <w:rPr>
          <w:sz w:val="22"/>
          <w:szCs w:val="22"/>
        </w:rPr>
        <w:t xml:space="preserve"> tulenevalt aadressil </w:t>
      </w:r>
      <w:r w:rsidR="00C64EBE">
        <w:rPr>
          <w:sz w:val="22"/>
          <w:szCs w:val="22"/>
        </w:rPr>
        <w:t>Kaluri 37, Haapsalu linn</w:t>
      </w:r>
      <w:r w:rsidRPr="00882D69">
        <w:rPr>
          <w:sz w:val="22"/>
          <w:szCs w:val="22"/>
        </w:rPr>
        <w:t xml:space="preserve"> </w:t>
      </w:r>
      <w:r w:rsidR="001A3650" w:rsidRPr="00882D69">
        <w:rPr>
          <w:sz w:val="22"/>
          <w:szCs w:val="22"/>
        </w:rPr>
        <w:t>paikneva üüripinna alljärgnevas</w:t>
      </w:r>
      <w:r w:rsidRPr="00882D69"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1487"/>
        <w:gridCol w:w="1194"/>
        <w:gridCol w:w="955"/>
        <w:gridCol w:w="3876"/>
        <w:gridCol w:w="1536"/>
      </w:tblGrid>
      <w:tr w:rsidR="00341605" w:rsidRPr="00882D69" w:rsidTr="00341605">
        <w:tc>
          <w:tcPr>
            <w:tcW w:w="589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Jrk nr</w:t>
            </w:r>
          </w:p>
        </w:tc>
        <w:tc>
          <w:tcPr>
            <w:tcW w:w="936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1121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nimetus</w:t>
            </w:r>
          </w:p>
        </w:tc>
        <w:tc>
          <w:tcPr>
            <w:tcW w:w="1006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Seisu-korra hinne (1-5)</w:t>
            </w:r>
            <w:r w:rsidRPr="00882D69">
              <w:rPr>
                <w:rStyle w:val="Allmrkuseviide"/>
                <w:b/>
                <w:sz w:val="22"/>
                <w:szCs w:val="22"/>
              </w:rPr>
              <w:footnoteReference w:id="1"/>
            </w:r>
          </w:p>
        </w:tc>
        <w:tc>
          <w:tcPr>
            <w:tcW w:w="4666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Olulised puudused </w:t>
            </w:r>
          </w:p>
        </w:tc>
        <w:tc>
          <w:tcPr>
            <w:tcW w:w="1536" w:type="dxa"/>
            <w:shd w:val="clear" w:color="auto" w:fill="D9D9D9" w:themeFill="background1" w:themeFillShade="D9"/>
          </w:tcPr>
          <w:p w:rsidR="00341605" w:rsidRPr="00882D69" w:rsidRDefault="00341605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Puuduse likvideerimise aeg</w:t>
            </w:r>
          </w:p>
        </w:tc>
      </w:tr>
      <w:tr w:rsidR="00341605" w:rsidRPr="00882D69" w:rsidTr="00341605">
        <w:tc>
          <w:tcPr>
            <w:tcW w:w="589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341605" w:rsidRPr="00882D69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Kordonihoone</w:t>
            </w:r>
          </w:p>
        </w:tc>
        <w:tc>
          <w:tcPr>
            <w:tcW w:w="1121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341605" w:rsidRPr="00882D69" w:rsidRDefault="008273D7" w:rsidP="008273D7">
            <w:pPr>
              <w:tabs>
                <w:tab w:val="left" w:pos="180"/>
                <w:tab w:val="center" w:pos="38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4666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8273D7" w:rsidRPr="00882D69" w:rsidTr="00341605">
        <w:tc>
          <w:tcPr>
            <w:tcW w:w="589" w:type="dxa"/>
          </w:tcPr>
          <w:p w:rsidR="008273D7" w:rsidRPr="00882D69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6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1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8273D7" w:rsidRPr="00882D69" w:rsidRDefault="008273D7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341605" w:rsidRPr="00882D69" w:rsidTr="00341605">
        <w:tc>
          <w:tcPr>
            <w:tcW w:w="589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2</w:t>
            </w:r>
          </w:p>
        </w:tc>
        <w:tc>
          <w:tcPr>
            <w:tcW w:w="936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1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Relvaruum</w:t>
            </w:r>
          </w:p>
        </w:tc>
        <w:tc>
          <w:tcPr>
            <w:tcW w:w="1006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341605" w:rsidRPr="00882D69" w:rsidTr="00341605">
        <w:tc>
          <w:tcPr>
            <w:tcW w:w="589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3</w:t>
            </w:r>
          </w:p>
        </w:tc>
        <w:tc>
          <w:tcPr>
            <w:tcW w:w="936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341605" w:rsidRPr="00882D69" w:rsidTr="00341605">
        <w:tc>
          <w:tcPr>
            <w:tcW w:w="589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4</w:t>
            </w:r>
          </w:p>
        </w:tc>
        <w:tc>
          <w:tcPr>
            <w:tcW w:w="936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1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341605" w:rsidRPr="00882D69" w:rsidRDefault="00341605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Kabinet</w:t>
            </w:r>
          </w:p>
        </w:tc>
        <w:tc>
          <w:tcPr>
            <w:tcW w:w="100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Köök</w:t>
            </w:r>
          </w:p>
        </w:tc>
        <w:tc>
          <w:tcPr>
            <w:tcW w:w="100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Sauna eesruum</w:t>
            </w:r>
          </w:p>
        </w:tc>
        <w:tc>
          <w:tcPr>
            <w:tcW w:w="100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10b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Pesuruum</w:t>
            </w:r>
          </w:p>
        </w:tc>
        <w:tc>
          <w:tcPr>
            <w:tcW w:w="100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10a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Leiliruum</w:t>
            </w:r>
          </w:p>
        </w:tc>
        <w:tc>
          <w:tcPr>
            <w:tcW w:w="100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Koridor</w:t>
            </w:r>
          </w:p>
        </w:tc>
        <w:tc>
          <w:tcPr>
            <w:tcW w:w="100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36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21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Tabur</w:t>
            </w:r>
          </w:p>
        </w:tc>
        <w:tc>
          <w:tcPr>
            <w:tcW w:w="100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C64EBE" w:rsidRPr="00882D69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Garaažihoone</w:t>
            </w:r>
          </w:p>
        </w:tc>
        <w:tc>
          <w:tcPr>
            <w:tcW w:w="1121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C64EBE" w:rsidRPr="00882D69" w:rsidTr="00341605">
        <w:tc>
          <w:tcPr>
            <w:tcW w:w="589" w:type="dxa"/>
          </w:tcPr>
          <w:p w:rsidR="00C64EBE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936" w:type="dxa"/>
          </w:tcPr>
          <w:p w:rsidR="00C64EBE" w:rsidRPr="00882D69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1" w:type="dxa"/>
          </w:tcPr>
          <w:p w:rsidR="00C64EBE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Ladu</w:t>
            </w:r>
          </w:p>
        </w:tc>
        <w:tc>
          <w:tcPr>
            <w:tcW w:w="1006" w:type="dxa"/>
          </w:tcPr>
          <w:p w:rsidR="00C64EBE" w:rsidRPr="00882D69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C64EBE" w:rsidRPr="00882D69" w:rsidRDefault="00C64EBE" w:rsidP="00341605">
            <w:pPr>
              <w:jc w:val="center"/>
              <w:rPr>
                <w:sz w:val="22"/>
                <w:szCs w:val="22"/>
              </w:rPr>
            </w:pPr>
          </w:p>
        </w:tc>
      </w:tr>
      <w:tr w:rsidR="00341605" w:rsidRPr="00882D69" w:rsidTr="00341605">
        <w:trPr>
          <w:trHeight w:val="70"/>
        </w:trPr>
        <w:tc>
          <w:tcPr>
            <w:tcW w:w="589" w:type="dxa"/>
          </w:tcPr>
          <w:p w:rsidR="00341605" w:rsidRPr="00882D69" w:rsidRDefault="00894FED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936" w:type="dxa"/>
          </w:tcPr>
          <w:p w:rsidR="00341605" w:rsidRPr="00882D69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21" w:type="dxa"/>
          </w:tcPr>
          <w:p w:rsidR="00341605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Abiruum</w:t>
            </w:r>
          </w:p>
        </w:tc>
        <w:tc>
          <w:tcPr>
            <w:tcW w:w="1006" w:type="dxa"/>
          </w:tcPr>
          <w:p w:rsidR="00341605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341605" w:rsidRPr="00882D69" w:rsidRDefault="00341605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341605" w:rsidRPr="00882D69" w:rsidRDefault="00341605" w:rsidP="00341605">
            <w:pPr>
              <w:rPr>
                <w:sz w:val="22"/>
                <w:szCs w:val="22"/>
              </w:rPr>
            </w:pPr>
          </w:p>
        </w:tc>
      </w:tr>
      <w:tr w:rsidR="008273D7" w:rsidRPr="00882D69" w:rsidTr="00341605">
        <w:trPr>
          <w:trHeight w:val="70"/>
        </w:trPr>
        <w:tc>
          <w:tcPr>
            <w:tcW w:w="589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36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1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Abiruum</w:t>
            </w:r>
          </w:p>
        </w:tc>
        <w:tc>
          <w:tcPr>
            <w:tcW w:w="1006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</w:tr>
      <w:tr w:rsidR="008273D7" w:rsidRPr="00882D69" w:rsidTr="00341605">
        <w:trPr>
          <w:trHeight w:val="70"/>
        </w:trPr>
        <w:tc>
          <w:tcPr>
            <w:tcW w:w="589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936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1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Garaaž</w:t>
            </w:r>
          </w:p>
        </w:tc>
        <w:tc>
          <w:tcPr>
            <w:tcW w:w="1006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</w:tr>
      <w:tr w:rsidR="008273D7" w:rsidRPr="00882D69" w:rsidTr="00341605">
        <w:trPr>
          <w:trHeight w:val="70"/>
        </w:trPr>
        <w:tc>
          <w:tcPr>
            <w:tcW w:w="589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36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1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Garaaž</w:t>
            </w:r>
          </w:p>
        </w:tc>
        <w:tc>
          <w:tcPr>
            <w:tcW w:w="1006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</w:tr>
      <w:tr w:rsidR="008273D7" w:rsidRPr="00882D69" w:rsidTr="00341605">
        <w:trPr>
          <w:trHeight w:val="70"/>
        </w:trPr>
        <w:tc>
          <w:tcPr>
            <w:tcW w:w="589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36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21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Kilbiruum</w:t>
            </w:r>
          </w:p>
        </w:tc>
        <w:tc>
          <w:tcPr>
            <w:tcW w:w="1006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</w:tr>
      <w:tr w:rsidR="008273D7" w:rsidRPr="00882D69" w:rsidTr="00341605">
        <w:trPr>
          <w:trHeight w:val="70"/>
        </w:trPr>
        <w:tc>
          <w:tcPr>
            <w:tcW w:w="589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936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21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Katlamaja</w:t>
            </w:r>
          </w:p>
        </w:tc>
        <w:tc>
          <w:tcPr>
            <w:tcW w:w="1006" w:type="dxa"/>
          </w:tcPr>
          <w:p w:rsidR="008273D7" w:rsidRPr="00882D69" w:rsidRDefault="008273D7" w:rsidP="008273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</w:tr>
      <w:tr w:rsidR="008273D7" w:rsidRPr="00882D69" w:rsidTr="00341605">
        <w:trPr>
          <w:trHeight w:val="70"/>
        </w:trPr>
        <w:tc>
          <w:tcPr>
            <w:tcW w:w="589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8273D7" w:rsidRDefault="005F47C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Slipihoone</w:t>
            </w:r>
          </w:p>
        </w:tc>
        <w:tc>
          <w:tcPr>
            <w:tcW w:w="1121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466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</w:tr>
      <w:tr w:rsidR="008273D7" w:rsidRPr="00882D69" w:rsidTr="00341605">
        <w:trPr>
          <w:trHeight w:val="70"/>
        </w:trPr>
        <w:tc>
          <w:tcPr>
            <w:tcW w:w="589" w:type="dxa"/>
          </w:tcPr>
          <w:p w:rsidR="008273D7" w:rsidRDefault="005F47C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36" w:type="dxa"/>
          </w:tcPr>
          <w:p w:rsidR="008273D7" w:rsidRDefault="005F47C1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1" w:type="dxa"/>
          </w:tcPr>
          <w:p w:rsidR="008273D7" w:rsidRPr="00882D69" w:rsidRDefault="005F47C1" w:rsidP="003416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Slipihoone</w:t>
            </w:r>
          </w:p>
        </w:tc>
        <w:tc>
          <w:tcPr>
            <w:tcW w:w="1006" w:type="dxa"/>
          </w:tcPr>
          <w:p w:rsidR="008273D7" w:rsidRPr="00882D69" w:rsidRDefault="005F47C1" w:rsidP="005F4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</w:tr>
      <w:tr w:rsidR="008273D7" w:rsidRPr="00882D69" w:rsidTr="00341605">
        <w:trPr>
          <w:trHeight w:val="70"/>
        </w:trPr>
        <w:tc>
          <w:tcPr>
            <w:tcW w:w="589" w:type="dxa"/>
          </w:tcPr>
          <w:p w:rsidR="008273D7" w:rsidRDefault="008273D7" w:rsidP="003416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</w:tcPr>
          <w:p w:rsidR="008273D7" w:rsidRDefault="003161A8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Töökoda</w:t>
            </w:r>
          </w:p>
        </w:tc>
        <w:tc>
          <w:tcPr>
            <w:tcW w:w="1121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00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466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</w:tr>
      <w:tr w:rsidR="008273D7" w:rsidRPr="00882D69" w:rsidTr="00341605">
        <w:trPr>
          <w:trHeight w:val="70"/>
        </w:trPr>
        <w:tc>
          <w:tcPr>
            <w:tcW w:w="589" w:type="dxa"/>
          </w:tcPr>
          <w:p w:rsidR="008273D7" w:rsidRDefault="003161A8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36" w:type="dxa"/>
          </w:tcPr>
          <w:p w:rsidR="008273D7" w:rsidRDefault="003161A8" w:rsidP="003416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21" w:type="dxa"/>
          </w:tcPr>
          <w:p w:rsidR="008273D7" w:rsidRPr="00882D69" w:rsidRDefault="003161A8" w:rsidP="00316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Töökoda</w:t>
            </w:r>
          </w:p>
        </w:tc>
        <w:tc>
          <w:tcPr>
            <w:tcW w:w="1006" w:type="dxa"/>
          </w:tcPr>
          <w:p w:rsidR="008273D7" w:rsidRPr="00882D69" w:rsidRDefault="003161A8" w:rsidP="00316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6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</w:tcPr>
          <w:p w:rsidR="008273D7" w:rsidRPr="00882D69" w:rsidRDefault="008273D7" w:rsidP="00341605">
            <w:pPr>
              <w:rPr>
                <w:sz w:val="22"/>
                <w:szCs w:val="22"/>
              </w:rPr>
            </w:pPr>
          </w:p>
        </w:tc>
      </w:tr>
    </w:tbl>
    <w:p w:rsidR="006F3ACC" w:rsidRPr="00882D69" w:rsidRDefault="00752162" w:rsidP="006E2144">
      <w:pPr>
        <w:pStyle w:val="Loendilik"/>
        <w:numPr>
          <w:ilvl w:val="0"/>
          <w:numId w:val="24"/>
        </w:numPr>
        <w:spacing w:before="360" w:after="100" w:afterAutospacing="1"/>
        <w:ind w:left="426"/>
        <w:rPr>
          <w:sz w:val="22"/>
          <w:szCs w:val="22"/>
        </w:rPr>
      </w:pPr>
      <w:r w:rsidRPr="00882D69">
        <w:rPr>
          <w:sz w:val="22"/>
          <w:szCs w:val="22"/>
        </w:rPr>
        <w:t>Loetelu üüripinna</w:t>
      </w:r>
      <w:r w:rsidR="00171ADC" w:rsidRPr="00882D69">
        <w:rPr>
          <w:sz w:val="22"/>
          <w:szCs w:val="22"/>
        </w:rPr>
        <w:t xml:space="preserve"> kasutuseks vajalikest kasutu</w:t>
      </w:r>
      <w:r w:rsidR="006F3ACC" w:rsidRPr="00882D69">
        <w:rPr>
          <w:sz w:val="22"/>
          <w:szCs w:val="22"/>
        </w:rPr>
        <w:t>sjuhenditest (nende olemasolul)</w:t>
      </w:r>
    </w:p>
    <w:p w:rsidR="006F3ACC" w:rsidRPr="00882D69" w:rsidRDefault="006F3ACC" w:rsidP="006F3ACC">
      <w:pPr>
        <w:pStyle w:val="Loendilik"/>
        <w:spacing w:before="100" w:beforeAutospacing="1" w:after="100" w:afterAutospacing="1"/>
        <w:ind w:left="426"/>
        <w:rPr>
          <w:sz w:val="22"/>
          <w:szCs w:val="22"/>
        </w:rPr>
      </w:pPr>
      <w:r w:rsidRPr="00882D69">
        <w:rPr>
          <w:sz w:val="22"/>
          <w:szCs w:val="22"/>
          <w:highlight w:val="lightGray"/>
        </w:rPr>
        <w:fldChar w:fldCharType="begin"/>
      </w:r>
      <w:r w:rsidRPr="00882D69">
        <w:rPr>
          <w:sz w:val="22"/>
          <w:szCs w:val="22"/>
          <w:highlight w:val="lightGray"/>
        </w:rPr>
        <w:instrText xml:space="preserve"> MACROBUTTON  AcceptAllChangesInDoc "nimeta kasutusjuhendid" </w:instrText>
      </w:r>
      <w:r w:rsidRPr="00882D69">
        <w:rPr>
          <w:sz w:val="22"/>
          <w:szCs w:val="22"/>
          <w:highlight w:val="lightGray"/>
        </w:rPr>
        <w:fldChar w:fldCharType="end"/>
      </w:r>
    </w:p>
    <w:p w:rsidR="006F3ACC" w:rsidRPr="00882D69" w:rsidRDefault="006F3ACC" w:rsidP="006F3ACC">
      <w:pPr>
        <w:pStyle w:val="Loendilik"/>
        <w:spacing w:before="100" w:beforeAutospacing="1" w:after="100" w:afterAutospacing="1"/>
        <w:rPr>
          <w:sz w:val="22"/>
          <w:szCs w:val="22"/>
        </w:rPr>
      </w:pPr>
    </w:p>
    <w:p w:rsidR="007049AD" w:rsidRPr="00882D69" w:rsidRDefault="007049AD" w:rsidP="006F3ACC">
      <w:pPr>
        <w:pStyle w:val="Loendilik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Üüripinna kasutamiseks vajalikud läbipääsuvahendid (võtmed, puldid, kaardid, jms):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39"/>
        <w:gridCol w:w="3806"/>
        <w:gridCol w:w="3389"/>
      </w:tblGrid>
      <w:tr w:rsidR="007049AD" w:rsidRPr="00882D69" w:rsidTr="002D0BB7">
        <w:trPr>
          <w:trHeight w:val="255"/>
        </w:trPr>
        <w:tc>
          <w:tcPr>
            <w:tcW w:w="2439" w:type="dxa"/>
            <w:shd w:val="clear" w:color="auto" w:fill="D9D9D9" w:themeFill="background1" w:themeFillShade="D9"/>
          </w:tcPr>
          <w:p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Ruumi nr</w:t>
            </w:r>
            <w:r w:rsidRPr="00882D69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3806" w:type="dxa"/>
            <w:shd w:val="clear" w:color="auto" w:fill="D9D9D9" w:themeFill="background1" w:themeFillShade="D9"/>
          </w:tcPr>
          <w:p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Võtmete, kaartide arv </w:t>
            </w:r>
          </w:p>
        </w:tc>
        <w:tc>
          <w:tcPr>
            <w:tcW w:w="3389" w:type="dxa"/>
            <w:shd w:val="clear" w:color="auto" w:fill="D9D9D9" w:themeFill="background1" w:themeFillShade="D9"/>
          </w:tcPr>
          <w:p w:rsidR="007049AD" w:rsidRPr="00882D69" w:rsidRDefault="007049AD" w:rsidP="00341605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 xml:space="preserve">Märkused </w:t>
            </w:r>
          </w:p>
        </w:tc>
      </w:tr>
      <w:tr w:rsidR="00B5245C" w:rsidRPr="00882D69" w:rsidTr="002D0BB7">
        <w:trPr>
          <w:trHeight w:val="255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Kordonihoone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10b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10a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võtit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Garaažihoone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võtit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võtit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Slipihoone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B5245C" w:rsidRPr="00882D69" w:rsidTr="002D0BB7">
        <w:trPr>
          <w:trHeight w:val="270"/>
        </w:trPr>
        <w:tc>
          <w:tcPr>
            <w:tcW w:w="2439" w:type="dxa"/>
          </w:tcPr>
          <w:p w:rsidR="00B5245C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06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B5245C" w:rsidRPr="00882D69" w:rsidRDefault="00B5245C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3161A8" w:rsidRPr="00882D69" w:rsidTr="002D0BB7">
        <w:trPr>
          <w:trHeight w:val="270"/>
        </w:trPr>
        <w:tc>
          <w:tcPr>
            <w:tcW w:w="2439" w:type="dxa"/>
          </w:tcPr>
          <w:p w:rsidR="003161A8" w:rsidRDefault="003161A8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Töökoda</w:t>
            </w:r>
          </w:p>
        </w:tc>
        <w:tc>
          <w:tcPr>
            <w:tcW w:w="3806" w:type="dxa"/>
          </w:tcPr>
          <w:p w:rsidR="003161A8" w:rsidRDefault="003161A8" w:rsidP="00B524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89" w:type="dxa"/>
          </w:tcPr>
          <w:p w:rsidR="003161A8" w:rsidRPr="00882D69" w:rsidRDefault="003161A8" w:rsidP="00B5245C">
            <w:pPr>
              <w:jc w:val="center"/>
              <w:rPr>
                <w:sz w:val="22"/>
                <w:szCs w:val="22"/>
              </w:rPr>
            </w:pPr>
          </w:p>
        </w:tc>
      </w:tr>
      <w:tr w:rsidR="003161A8" w:rsidRPr="00882D69" w:rsidTr="002D0BB7">
        <w:trPr>
          <w:trHeight w:val="270"/>
        </w:trPr>
        <w:tc>
          <w:tcPr>
            <w:tcW w:w="2439" w:type="dxa"/>
          </w:tcPr>
          <w:p w:rsidR="003161A8" w:rsidRDefault="003161A8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806" w:type="dxa"/>
          </w:tcPr>
          <w:p w:rsidR="003161A8" w:rsidRDefault="003161A8" w:rsidP="00B524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võti</w:t>
            </w:r>
          </w:p>
        </w:tc>
        <w:tc>
          <w:tcPr>
            <w:tcW w:w="3389" w:type="dxa"/>
          </w:tcPr>
          <w:p w:rsidR="003161A8" w:rsidRPr="00882D69" w:rsidRDefault="003161A8" w:rsidP="00B524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E2144" w:rsidRPr="00882D69" w:rsidRDefault="006E2144" w:rsidP="00171ADC">
      <w:pPr>
        <w:jc w:val="both"/>
        <w:rPr>
          <w:b/>
          <w:sz w:val="22"/>
          <w:szCs w:val="22"/>
        </w:rPr>
      </w:pPr>
    </w:p>
    <w:p w:rsidR="007049AD" w:rsidRPr="00882D69" w:rsidRDefault="007049AD" w:rsidP="006F3ACC">
      <w:pPr>
        <w:pStyle w:val="Loendilik"/>
        <w:numPr>
          <w:ilvl w:val="0"/>
          <w:numId w:val="24"/>
        </w:numPr>
        <w:ind w:left="426"/>
        <w:rPr>
          <w:sz w:val="22"/>
          <w:szCs w:val="22"/>
        </w:rPr>
      </w:pPr>
      <w:r w:rsidRPr="00882D69">
        <w:rPr>
          <w:sz w:val="22"/>
          <w:szCs w:val="22"/>
        </w:rPr>
        <w:t>Energia tarbimist fikseerivate mõõdikute näidud (vajadusel):</w:t>
      </w:r>
      <w:r w:rsidRPr="00882D69">
        <w:rPr>
          <w:sz w:val="22"/>
          <w:szCs w:val="22"/>
          <w:highlight w:val="lightGray"/>
        </w:rPr>
        <w:t xml:space="preserve"> </w:t>
      </w:r>
      <w:r w:rsidRPr="00882D69">
        <w:rPr>
          <w:sz w:val="22"/>
          <w:szCs w:val="22"/>
          <w:highlight w:val="lightGray"/>
        </w:rPr>
        <w:fldChar w:fldCharType="begin"/>
      </w:r>
      <w:r w:rsidRPr="00882D69">
        <w:rPr>
          <w:sz w:val="22"/>
          <w:szCs w:val="22"/>
          <w:highlight w:val="lightGray"/>
        </w:rPr>
        <w:instrText xml:space="preserve"> MACROBUTTON  AcceptAllChangesInDoc "üüripinnal puuduvad eraldi mõõdikud" </w:instrText>
      </w:r>
      <w:r w:rsidRPr="00882D69">
        <w:rPr>
          <w:sz w:val="22"/>
          <w:szCs w:val="22"/>
          <w:highlight w:val="lightGray"/>
        </w:rPr>
        <w:fldChar w:fldCharType="end"/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68"/>
        <w:gridCol w:w="1692"/>
        <w:gridCol w:w="2268"/>
        <w:gridCol w:w="1613"/>
      </w:tblGrid>
      <w:tr w:rsidR="007049AD" w:rsidRPr="00882D69" w:rsidTr="002D0BB7">
        <w:trPr>
          <w:trHeight w:val="42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Arvesti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Mõõtepunkti (EIC) kood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Arvesti nr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Näidik</w:t>
            </w:r>
          </w:p>
        </w:tc>
        <w:tc>
          <w:tcPr>
            <w:tcW w:w="161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049AD" w:rsidRPr="00882D69" w:rsidRDefault="007049AD" w:rsidP="00341605">
            <w:pPr>
              <w:jc w:val="center"/>
              <w:rPr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Näit</w:t>
            </w:r>
          </w:p>
        </w:tc>
      </w:tr>
      <w:tr w:rsidR="007049AD" w:rsidRPr="00882D69" w:rsidTr="002D0BB7">
        <w:trPr>
          <w:trHeight w:val="74"/>
        </w:trPr>
        <w:tc>
          <w:tcPr>
            <w:tcW w:w="2127" w:type="dxa"/>
            <w:tcBorders>
              <w:top w:val="single" w:sz="4" w:space="0" w:color="auto"/>
            </w:tcBorders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 xml:space="preserve">Elektriarvesti 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Päevane (kWh)</w:t>
            </w:r>
          </w:p>
        </w:tc>
        <w:tc>
          <w:tcPr>
            <w:tcW w:w="1613" w:type="dxa"/>
            <w:tcBorders>
              <w:top w:val="single" w:sz="4" w:space="0" w:color="auto"/>
            </w:tcBorders>
          </w:tcPr>
          <w:p w:rsidR="007049AD" w:rsidRPr="00882D69" w:rsidRDefault="003161A8" w:rsidP="00341605">
            <w:pPr>
              <w:jc w:val="right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BFBFB"/>
              </w:rPr>
              <w:t>004901,752</w:t>
            </w:r>
          </w:p>
        </w:tc>
      </w:tr>
      <w:tr w:rsidR="007049AD" w:rsidRPr="00882D69" w:rsidTr="002D0BB7">
        <w:trPr>
          <w:trHeight w:val="204"/>
        </w:trPr>
        <w:tc>
          <w:tcPr>
            <w:tcW w:w="2127" w:type="dxa"/>
            <w:tcBorders>
              <w:top w:val="nil"/>
            </w:tcBorders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Öine (kWh)</w:t>
            </w:r>
          </w:p>
        </w:tc>
        <w:tc>
          <w:tcPr>
            <w:tcW w:w="1613" w:type="dxa"/>
            <w:tcBorders>
              <w:top w:val="nil"/>
            </w:tcBorders>
          </w:tcPr>
          <w:p w:rsidR="007049AD" w:rsidRPr="00882D69" w:rsidRDefault="003161A8" w:rsidP="00341605">
            <w:pPr>
              <w:jc w:val="right"/>
              <w:rPr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  <w:t>005630,127</w:t>
            </w:r>
          </w:p>
        </w:tc>
      </w:tr>
      <w:tr w:rsidR="007049AD" w:rsidRPr="00882D69" w:rsidTr="002D0BB7">
        <w:trPr>
          <w:trHeight w:val="70"/>
        </w:trPr>
        <w:tc>
          <w:tcPr>
            <w:tcW w:w="2127" w:type="dxa"/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Veearvesti</w:t>
            </w:r>
          </w:p>
        </w:tc>
        <w:tc>
          <w:tcPr>
            <w:tcW w:w="19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</w:tcPr>
          <w:p w:rsidR="007049AD" w:rsidRPr="00882D69" w:rsidRDefault="003161A8" w:rsidP="00341605">
            <w:pPr>
              <w:jc w:val="right"/>
              <w:rPr>
                <w:sz w:val="22"/>
                <w:szCs w:val="22"/>
              </w:rPr>
            </w:pPr>
            <w:r>
              <w:t>10668775</w:t>
            </w:r>
          </w:p>
        </w:tc>
        <w:tc>
          <w:tcPr>
            <w:tcW w:w="22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 xml:space="preserve"> Veekulu (m</w:t>
            </w:r>
            <w:r w:rsidRPr="00882D69">
              <w:rPr>
                <w:sz w:val="22"/>
                <w:szCs w:val="22"/>
                <w:vertAlign w:val="superscript"/>
              </w:rPr>
              <w:t>3</w:t>
            </w:r>
            <w:r w:rsidRPr="00882D69">
              <w:rPr>
                <w:sz w:val="22"/>
                <w:szCs w:val="22"/>
              </w:rPr>
              <w:t>)</w:t>
            </w:r>
          </w:p>
        </w:tc>
        <w:tc>
          <w:tcPr>
            <w:tcW w:w="1613" w:type="dxa"/>
          </w:tcPr>
          <w:p w:rsidR="007049AD" w:rsidRPr="00882D69" w:rsidRDefault="003161A8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</w:tr>
      <w:tr w:rsidR="007049AD" w:rsidRPr="00882D69" w:rsidTr="002D0BB7">
        <w:trPr>
          <w:trHeight w:val="70"/>
        </w:trPr>
        <w:tc>
          <w:tcPr>
            <w:tcW w:w="2127" w:type="dxa"/>
          </w:tcPr>
          <w:p w:rsidR="007049AD" w:rsidRPr="00882D69" w:rsidRDefault="007049AD" w:rsidP="00341605">
            <w:pPr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Soojusarvesti</w:t>
            </w:r>
          </w:p>
        </w:tc>
        <w:tc>
          <w:tcPr>
            <w:tcW w:w="19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Soojusenergia (MWh)</w:t>
            </w:r>
          </w:p>
        </w:tc>
        <w:tc>
          <w:tcPr>
            <w:tcW w:w="1613" w:type="dxa"/>
          </w:tcPr>
          <w:p w:rsidR="007049AD" w:rsidRPr="00882D69" w:rsidRDefault="003161A8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49AD" w:rsidRPr="00882D69" w:rsidTr="002D0BB7">
        <w:trPr>
          <w:trHeight w:val="204"/>
        </w:trPr>
        <w:tc>
          <w:tcPr>
            <w:tcW w:w="2127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Veekulu (m</w:t>
            </w:r>
            <w:r w:rsidRPr="00882D69">
              <w:rPr>
                <w:sz w:val="22"/>
                <w:szCs w:val="22"/>
                <w:vertAlign w:val="superscript"/>
              </w:rPr>
              <w:t>3</w:t>
            </w:r>
            <w:r w:rsidRPr="00882D69">
              <w:rPr>
                <w:sz w:val="22"/>
                <w:szCs w:val="22"/>
              </w:rPr>
              <w:t>)</w:t>
            </w:r>
          </w:p>
        </w:tc>
        <w:tc>
          <w:tcPr>
            <w:tcW w:w="1613" w:type="dxa"/>
            <w:tcBorders>
              <w:top w:val="nil"/>
            </w:tcBorders>
          </w:tcPr>
          <w:p w:rsidR="007049AD" w:rsidRPr="00882D69" w:rsidRDefault="003161A8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049AD" w:rsidRPr="00882D69" w:rsidTr="002D0BB7">
        <w:trPr>
          <w:trHeight w:val="204"/>
        </w:trPr>
        <w:tc>
          <w:tcPr>
            <w:tcW w:w="2127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692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7049AD" w:rsidRPr="00882D69" w:rsidRDefault="007049AD" w:rsidP="00341605">
            <w:pPr>
              <w:jc w:val="right"/>
              <w:rPr>
                <w:sz w:val="22"/>
                <w:szCs w:val="22"/>
              </w:rPr>
            </w:pPr>
            <w:r w:rsidRPr="00882D69">
              <w:rPr>
                <w:sz w:val="22"/>
                <w:szCs w:val="22"/>
              </w:rPr>
              <w:t>Töötunnid (h)</w:t>
            </w:r>
          </w:p>
        </w:tc>
        <w:tc>
          <w:tcPr>
            <w:tcW w:w="1613" w:type="dxa"/>
          </w:tcPr>
          <w:p w:rsidR="007049AD" w:rsidRPr="00882D69" w:rsidRDefault="003161A8" w:rsidP="0034160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E2144" w:rsidRDefault="006E2144" w:rsidP="007049AD">
      <w:pPr>
        <w:jc w:val="both"/>
        <w:rPr>
          <w:sz w:val="22"/>
          <w:szCs w:val="22"/>
        </w:rPr>
      </w:pPr>
    </w:p>
    <w:p w:rsidR="00882D69" w:rsidRDefault="00882D69" w:rsidP="00882D69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Loetelu üürniku kasutusse antavast mööblist ja/või muust inventarist:</w:t>
      </w:r>
      <w:r w:rsidR="005223B0">
        <w:rPr>
          <w:sz w:val="22"/>
          <w:szCs w:val="22"/>
        </w:rPr>
        <w:t xml:space="preserve"> </w:t>
      </w:r>
    </w:p>
    <w:p w:rsidR="005223B0" w:rsidRPr="005223B0" w:rsidRDefault="009B618F" w:rsidP="005223B0">
      <w:pPr>
        <w:pStyle w:val="Jalus"/>
        <w:tabs>
          <w:tab w:val="clear" w:pos="4153"/>
          <w:tab w:val="clear" w:pos="8306"/>
        </w:tabs>
        <w:ind w:right="360" w:firstLine="426"/>
        <w:rPr>
          <w:sz w:val="22"/>
          <w:szCs w:val="22"/>
        </w:rPr>
      </w:pPr>
      <w:r>
        <w:rPr>
          <w:sz w:val="22"/>
          <w:szCs w:val="22"/>
        </w:rPr>
        <w:t>Puudub</w:t>
      </w:r>
    </w:p>
    <w:p w:rsidR="00882D69" w:rsidRPr="00882D69" w:rsidRDefault="00882D69" w:rsidP="00882D69">
      <w:pPr>
        <w:pStyle w:val="Loendilik"/>
        <w:ind w:left="426"/>
        <w:jc w:val="both"/>
        <w:rPr>
          <w:sz w:val="22"/>
          <w:szCs w:val="22"/>
        </w:rPr>
      </w:pPr>
    </w:p>
    <w:p w:rsidR="007049AD" w:rsidRPr="00882D69" w:rsidRDefault="007049AD" w:rsidP="006F3ACC">
      <w:pPr>
        <w:pStyle w:val="Loendilik"/>
        <w:numPr>
          <w:ilvl w:val="0"/>
          <w:numId w:val="24"/>
        </w:numPr>
        <w:ind w:left="426"/>
        <w:jc w:val="both"/>
        <w:rPr>
          <w:sz w:val="22"/>
          <w:szCs w:val="22"/>
        </w:rPr>
      </w:pPr>
      <w:r w:rsidRPr="00882D69">
        <w:rPr>
          <w:sz w:val="22"/>
          <w:szCs w:val="22"/>
        </w:rPr>
        <w:t>Märkused</w:t>
      </w:r>
      <w:r w:rsidR="006F3ACC" w:rsidRPr="00882D69">
        <w:rPr>
          <w:sz w:val="22"/>
          <w:szCs w:val="22"/>
        </w:rPr>
        <w:t xml:space="preserve"> üüripinna üleandmisel:</w:t>
      </w:r>
    </w:p>
    <w:p w:rsidR="007049AD" w:rsidRPr="00882D69" w:rsidRDefault="009B618F" w:rsidP="006F3ACC">
      <w:pPr>
        <w:pStyle w:val="Jalus"/>
        <w:tabs>
          <w:tab w:val="clear" w:pos="4153"/>
          <w:tab w:val="clear" w:pos="8306"/>
        </w:tabs>
        <w:ind w:left="426" w:right="360"/>
        <w:rPr>
          <w:sz w:val="22"/>
          <w:szCs w:val="22"/>
        </w:rPr>
      </w:pPr>
      <w:r>
        <w:rPr>
          <w:sz w:val="22"/>
          <w:szCs w:val="22"/>
        </w:rPr>
        <w:t>Puudub</w:t>
      </w:r>
    </w:p>
    <w:p w:rsidR="005223B0" w:rsidRDefault="005223B0" w:rsidP="00A46C34">
      <w:pPr>
        <w:jc w:val="both"/>
        <w:rPr>
          <w:sz w:val="22"/>
          <w:szCs w:val="22"/>
        </w:rPr>
      </w:pPr>
    </w:p>
    <w:p w:rsidR="007049AD" w:rsidRDefault="005223B0" w:rsidP="00091658">
      <w:pPr>
        <w:jc w:val="both"/>
        <w:rPr>
          <w:sz w:val="22"/>
          <w:szCs w:val="22"/>
        </w:rPr>
      </w:pPr>
      <w:r w:rsidRPr="005223B0">
        <w:rPr>
          <w:sz w:val="22"/>
          <w:szCs w:val="22"/>
        </w:rPr>
        <w:t>Ü</w:t>
      </w:r>
      <w:r>
        <w:rPr>
          <w:sz w:val="22"/>
          <w:szCs w:val="22"/>
        </w:rPr>
        <w:t>üripinna ü</w:t>
      </w:r>
      <w:r w:rsidRPr="005223B0">
        <w:rPr>
          <w:sz w:val="22"/>
          <w:szCs w:val="22"/>
        </w:rPr>
        <w:t>leandmise-vastuvõtmise akti lisad:</w:t>
      </w:r>
      <w:r>
        <w:rPr>
          <w:b/>
          <w:sz w:val="22"/>
          <w:szCs w:val="22"/>
        </w:rPr>
        <w:t xml:space="preserve"> </w:t>
      </w:r>
      <w:r w:rsidR="009B618F">
        <w:rPr>
          <w:sz w:val="22"/>
          <w:szCs w:val="22"/>
        </w:rPr>
        <w:t>Puuduva</w:t>
      </w:r>
      <w:r w:rsidR="00091658">
        <w:rPr>
          <w:sz w:val="22"/>
          <w:szCs w:val="22"/>
        </w:rPr>
        <w:t>d</w:t>
      </w:r>
    </w:p>
    <w:p w:rsidR="00091658" w:rsidRDefault="00091658" w:rsidP="00091658">
      <w:pPr>
        <w:jc w:val="both"/>
        <w:rPr>
          <w:b/>
          <w:sz w:val="22"/>
          <w:szCs w:val="22"/>
        </w:rPr>
      </w:pPr>
    </w:p>
    <w:p w:rsidR="00091658" w:rsidRPr="00882D69" w:rsidRDefault="00091658" w:rsidP="00091658">
      <w:pPr>
        <w:jc w:val="both"/>
        <w:rPr>
          <w:b/>
          <w:sz w:val="22"/>
          <w:szCs w:val="22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9"/>
        <w:gridCol w:w="3191"/>
        <w:gridCol w:w="3228"/>
      </w:tblGrid>
      <w:tr w:rsidR="00341605" w:rsidRPr="00882D69" w:rsidTr="003B67B7">
        <w:tc>
          <w:tcPr>
            <w:tcW w:w="6518" w:type="dxa"/>
            <w:gridSpan w:val="2"/>
          </w:tcPr>
          <w:p w:rsidR="00341605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üleandja:</w:t>
            </w:r>
          </w:p>
          <w:p w:rsidR="00091658" w:rsidRDefault="00091658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Politsei- ja Piirivalveamet</w:t>
            </w:r>
          </w:p>
          <w:p w:rsidR="00091658" w:rsidRDefault="00091658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Lääne majandustalitus</w:t>
            </w:r>
          </w:p>
          <w:p w:rsidR="00091658" w:rsidRPr="00882D69" w:rsidRDefault="00091658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komandant</w:t>
            </w:r>
          </w:p>
        </w:tc>
        <w:tc>
          <w:tcPr>
            <w:tcW w:w="3260" w:type="dxa"/>
          </w:tcPr>
          <w:p w:rsidR="00341605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b/>
                <w:sz w:val="22"/>
                <w:szCs w:val="22"/>
              </w:rPr>
              <w:t>Üüripinna vastuvõtja:</w:t>
            </w:r>
          </w:p>
          <w:p w:rsidR="00091658" w:rsidRDefault="00091658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Riigi Kinnisvara AS</w:t>
            </w:r>
          </w:p>
          <w:p w:rsidR="00091658" w:rsidRPr="00882D69" w:rsidRDefault="00091658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Lääne piirkonna kinnisvarahaldur</w:t>
            </w:r>
          </w:p>
        </w:tc>
      </w:tr>
      <w:tr w:rsidR="00341605" w:rsidRPr="00882D69" w:rsidTr="003B67B7">
        <w:tc>
          <w:tcPr>
            <w:tcW w:w="3259" w:type="dxa"/>
          </w:tcPr>
          <w:p w:rsidR="00341605" w:rsidRPr="00882D69" w:rsidRDefault="00091658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Helmuth Kaljo</w:t>
            </w:r>
          </w:p>
        </w:tc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341605" w:rsidRPr="00882D69" w:rsidRDefault="00091658" w:rsidP="005B18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Jaanus Toomesoo</w:t>
            </w:r>
          </w:p>
        </w:tc>
      </w:tr>
      <w:tr w:rsidR="00341605" w:rsidRPr="00882D69" w:rsidTr="003B67B7"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</w:tr>
      <w:tr w:rsidR="00341605" w:rsidRPr="00882D69" w:rsidTr="003B67B7"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  <w:tc>
          <w:tcPr>
            <w:tcW w:w="3259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</w:p>
        </w:tc>
        <w:tc>
          <w:tcPr>
            <w:tcW w:w="3260" w:type="dxa"/>
          </w:tcPr>
          <w:p w:rsidR="00341605" w:rsidRPr="00882D69" w:rsidRDefault="00341605" w:rsidP="005B18B8">
            <w:pPr>
              <w:rPr>
                <w:b/>
                <w:sz w:val="22"/>
                <w:szCs w:val="22"/>
              </w:rPr>
            </w:pPr>
            <w:r w:rsidRPr="00882D69">
              <w:rPr>
                <w:i/>
                <w:sz w:val="22"/>
                <w:szCs w:val="22"/>
              </w:rPr>
              <w:t>(allkirjastatud digitaalselt)</w:t>
            </w:r>
          </w:p>
        </w:tc>
      </w:tr>
    </w:tbl>
    <w:p w:rsidR="00341605" w:rsidRPr="00882D69" w:rsidRDefault="00341605" w:rsidP="005B18B8">
      <w:pPr>
        <w:rPr>
          <w:b/>
          <w:sz w:val="22"/>
          <w:szCs w:val="22"/>
        </w:rPr>
      </w:pPr>
    </w:p>
    <w:p w:rsidR="00341605" w:rsidRPr="00882D69" w:rsidRDefault="005B18B8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  <w:r w:rsidR="00341605" w:rsidRPr="00882D69">
        <w:rPr>
          <w:b/>
          <w:sz w:val="22"/>
          <w:szCs w:val="22"/>
        </w:rPr>
        <w:tab/>
      </w:r>
    </w:p>
    <w:p w:rsidR="00341605" w:rsidRPr="00882D69" w:rsidRDefault="00341605" w:rsidP="005B18B8">
      <w:pPr>
        <w:rPr>
          <w:b/>
          <w:sz w:val="22"/>
          <w:szCs w:val="22"/>
        </w:rPr>
      </w:pPr>
    </w:p>
    <w:p w:rsidR="005B18B8" w:rsidRPr="00882D69" w:rsidRDefault="00341605" w:rsidP="005B18B8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5B18B8" w:rsidRPr="00882D69">
        <w:rPr>
          <w:b/>
          <w:sz w:val="22"/>
          <w:szCs w:val="22"/>
        </w:rPr>
        <w:tab/>
      </w:r>
      <w:r w:rsidR="0020000D" w:rsidRPr="00882D69">
        <w:rPr>
          <w:b/>
          <w:sz w:val="22"/>
          <w:szCs w:val="22"/>
        </w:rPr>
        <w:tab/>
      </w:r>
    </w:p>
    <w:p w:rsidR="007049AD" w:rsidRPr="00882D69" w:rsidRDefault="007049AD" w:rsidP="00341605">
      <w:pPr>
        <w:ind w:left="2160" w:firstLine="720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ab/>
      </w:r>
    </w:p>
    <w:p w:rsidR="007049AD" w:rsidRPr="00882D69" w:rsidRDefault="00341605" w:rsidP="005B18B8">
      <w:pPr>
        <w:pStyle w:val="Jalus"/>
        <w:tabs>
          <w:tab w:val="clear" w:pos="4153"/>
          <w:tab w:val="clear" w:pos="8306"/>
        </w:tabs>
        <w:rPr>
          <w:i/>
          <w:sz w:val="22"/>
          <w:szCs w:val="22"/>
        </w:rPr>
      </w:pPr>
      <w:r w:rsidRPr="00882D69">
        <w:rPr>
          <w:i/>
          <w:sz w:val="22"/>
          <w:szCs w:val="22"/>
        </w:rPr>
        <w:tab/>
      </w:r>
      <w:r w:rsidR="005B18B8" w:rsidRPr="00882D69">
        <w:rPr>
          <w:i/>
          <w:sz w:val="22"/>
          <w:szCs w:val="22"/>
        </w:rPr>
        <w:tab/>
      </w:r>
      <w:r w:rsidR="0020000D" w:rsidRPr="00882D69">
        <w:rPr>
          <w:i/>
          <w:sz w:val="22"/>
          <w:szCs w:val="22"/>
        </w:rPr>
        <w:tab/>
      </w:r>
      <w:r w:rsidRPr="00882D69">
        <w:rPr>
          <w:i/>
          <w:sz w:val="22"/>
          <w:szCs w:val="22"/>
        </w:rPr>
        <w:tab/>
      </w:r>
    </w:p>
    <w:p w:rsidR="00A46C34" w:rsidRPr="00882D69" w:rsidRDefault="00B41319" w:rsidP="00904410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:rsidR="00B41319" w:rsidRPr="00882D69" w:rsidRDefault="00B41319">
      <w:pPr>
        <w:rPr>
          <w:sz w:val="22"/>
          <w:szCs w:val="22"/>
        </w:rPr>
      </w:pPr>
    </w:p>
    <w:sectPr w:rsidR="00B41319" w:rsidRPr="00882D69" w:rsidSect="00BF7CB9">
      <w:headerReference w:type="default" r:id="rId12"/>
      <w:footerReference w:type="even" r:id="rId13"/>
      <w:footerReference w:type="default" r:id="rId14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EB5" w:rsidRDefault="00F11EB5">
      <w:r>
        <w:separator/>
      </w:r>
    </w:p>
  </w:endnote>
  <w:endnote w:type="continuationSeparator" w:id="0">
    <w:p w:rsidR="00F11EB5" w:rsidRDefault="00F1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605" w:rsidRDefault="00341605" w:rsidP="00E03B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341605" w:rsidRDefault="0034160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1605" w:rsidRPr="006E2144" w:rsidRDefault="00341605" w:rsidP="006E2144">
    <w:pPr>
      <w:pStyle w:val="Jalus"/>
      <w:framePr w:wrap="around" w:vAnchor="text" w:hAnchor="page" w:x="5857" w:y="-113"/>
      <w:jc w:val="center"/>
      <w:rPr>
        <w:rStyle w:val="Lehekljenumber"/>
        <w:sz w:val="20"/>
        <w:szCs w:val="20"/>
      </w:rPr>
    </w:pP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PAGE  </w:instrText>
    </w:r>
    <w:r w:rsidRPr="006E2144">
      <w:rPr>
        <w:rStyle w:val="Lehekljenumber"/>
        <w:sz w:val="20"/>
        <w:szCs w:val="20"/>
      </w:rPr>
      <w:fldChar w:fldCharType="separate"/>
    </w:r>
    <w:r w:rsidR="00F87514">
      <w:rPr>
        <w:rStyle w:val="Lehekljenumber"/>
        <w:noProof/>
        <w:sz w:val="20"/>
        <w:szCs w:val="20"/>
      </w:rPr>
      <w:t>1</w:t>
    </w:r>
    <w:r w:rsidRPr="006E2144">
      <w:rPr>
        <w:rStyle w:val="Lehekljenumber"/>
        <w:sz w:val="20"/>
        <w:szCs w:val="20"/>
      </w:rPr>
      <w:fldChar w:fldCharType="end"/>
    </w:r>
    <w:r w:rsidRPr="006E2144">
      <w:rPr>
        <w:rStyle w:val="Lehekljenumber"/>
        <w:sz w:val="20"/>
        <w:szCs w:val="20"/>
      </w:rPr>
      <w:t>/</w:t>
    </w: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 NUMPAGES </w:instrText>
    </w:r>
    <w:r w:rsidRPr="006E2144">
      <w:rPr>
        <w:rStyle w:val="Lehekljenumber"/>
        <w:sz w:val="20"/>
        <w:szCs w:val="20"/>
      </w:rPr>
      <w:fldChar w:fldCharType="separate"/>
    </w:r>
    <w:r w:rsidR="00F87514">
      <w:rPr>
        <w:rStyle w:val="Lehekljenumber"/>
        <w:noProof/>
        <w:sz w:val="20"/>
        <w:szCs w:val="20"/>
      </w:rPr>
      <w:t>2</w:t>
    </w:r>
    <w:r w:rsidRPr="006E2144">
      <w:rPr>
        <w:rStyle w:val="Lehekljenumber"/>
        <w:sz w:val="20"/>
        <w:szCs w:val="20"/>
      </w:rPr>
      <w:fldChar w:fldCharType="end"/>
    </w:r>
  </w:p>
  <w:p w:rsidR="00341605" w:rsidRDefault="00341605">
    <w:pPr>
      <w:pStyle w:val="Jalus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492E37" wp14:editId="27758914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41605" w:rsidRPr="00BF7CB9" w:rsidRDefault="00341605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6492E3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" stroked="f">
              <v:textbox style="layout-flow:vertical">
                <w:txbxContent>
                  <w:p w:rsidR="00341605" w:rsidRPr="00BF7CB9" w:rsidRDefault="00341605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EB5" w:rsidRDefault="00F11EB5">
      <w:r>
        <w:separator/>
      </w:r>
    </w:p>
  </w:footnote>
  <w:footnote w:type="continuationSeparator" w:id="0">
    <w:p w:rsidR="00F11EB5" w:rsidRDefault="00F11EB5">
      <w:r>
        <w:continuationSeparator/>
      </w:r>
    </w:p>
  </w:footnote>
  <w:footnote w:id="1">
    <w:p w:rsidR="00341605" w:rsidRDefault="00341605" w:rsidP="00341605">
      <w:pPr>
        <w:pStyle w:val="Kommentaaritekst"/>
      </w:pPr>
      <w:r>
        <w:rPr>
          <w:rStyle w:val="Allmrkuseviide"/>
        </w:rPr>
        <w:footnoteRef/>
      </w:r>
      <w:r>
        <w:t xml:space="preserve"> „1“ – täiesti amortiseerunud ehitise osa; </w:t>
      </w:r>
    </w:p>
    <w:p w:rsidR="00341605" w:rsidRDefault="00341605" w:rsidP="00341605">
      <w:pPr>
        <w:pStyle w:val="Kommentaaritekst"/>
      </w:pPr>
      <w:r>
        <w:t xml:space="preserve">  „2“ – halvas seisukorras, kohest remonti/vahetamise planeerimist vajav ehitise osa; </w:t>
      </w:r>
    </w:p>
    <w:p w:rsidR="00341605" w:rsidRDefault="00341605" w:rsidP="00341605">
      <w:pPr>
        <w:pStyle w:val="Kommentaaritekst"/>
      </w:pPr>
      <w:r>
        <w:t xml:space="preserve">  „3“ – remonti vajav, kuid veel kestev ehitise osa; </w:t>
      </w:r>
    </w:p>
    <w:p w:rsidR="00341605" w:rsidRDefault="00341605" w:rsidP="00341605">
      <w:pPr>
        <w:pStyle w:val="Kommentaaritekst"/>
      </w:pPr>
      <w:r>
        <w:t xml:space="preserve">  „4“ – heas korras ehitise osa; </w:t>
      </w:r>
    </w:p>
    <w:p w:rsidR="00341605" w:rsidRDefault="00341605" w:rsidP="00341605">
      <w:pPr>
        <w:pStyle w:val="Allmrkusetekst"/>
      </w:pPr>
      <w:r>
        <w:t xml:space="preserve">  „5“ – värskelt korrastatud ehitise osa, mis vastab heale ehitustavale ja ehitusnormidele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144" w:rsidRPr="006E2144" w:rsidRDefault="006E2144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noProof/>
        <w:lang w:eastAsia="et-EE"/>
      </w:rPr>
      <w:drawing>
        <wp:inline distT="0" distB="0" distL="0" distR="0" wp14:anchorId="20C2898C" wp14:editId="35639811">
          <wp:extent cx="2503870" cy="21600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7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3760E2">
      <w:rPr>
        <w:sz w:val="20"/>
        <w:szCs w:val="20"/>
      </w:rPr>
      <w:t>HAL.1.5.v02</w:t>
    </w:r>
  </w:p>
  <w:p w:rsidR="006E2144" w:rsidRPr="006E2144" w:rsidRDefault="003760E2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sz w:val="20"/>
        <w:szCs w:val="20"/>
      </w:rPr>
      <w:tab/>
      <w:t>Kinnitatud: 22.09.2016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EA2B76"/>
    <w:multiLevelType w:val="hybridMultilevel"/>
    <w:tmpl w:val="5B74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6539DE"/>
    <w:multiLevelType w:val="hybridMultilevel"/>
    <w:tmpl w:val="8090B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18"/>
  </w:num>
  <w:num w:numId="5">
    <w:abstractNumId w:val="12"/>
  </w:num>
  <w:num w:numId="6">
    <w:abstractNumId w:val="4"/>
  </w:num>
  <w:num w:numId="7">
    <w:abstractNumId w:val="19"/>
  </w:num>
  <w:num w:numId="8">
    <w:abstractNumId w:val="5"/>
  </w:num>
  <w:num w:numId="9">
    <w:abstractNumId w:val="11"/>
  </w:num>
  <w:num w:numId="10">
    <w:abstractNumId w:val="16"/>
  </w:num>
  <w:num w:numId="11">
    <w:abstractNumId w:val="3"/>
  </w:num>
  <w:num w:numId="12">
    <w:abstractNumId w:val="20"/>
  </w:num>
  <w:num w:numId="13">
    <w:abstractNumId w:val="1"/>
  </w:num>
  <w:num w:numId="14">
    <w:abstractNumId w:val="2"/>
  </w:num>
  <w:num w:numId="15">
    <w:abstractNumId w:val="13"/>
  </w:num>
  <w:num w:numId="16">
    <w:abstractNumId w:val="22"/>
  </w:num>
  <w:num w:numId="17">
    <w:abstractNumId w:val="23"/>
  </w:num>
  <w:num w:numId="18">
    <w:abstractNumId w:val="10"/>
  </w:num>
  <w:num w:numId="19">
    <w:abstractNumId w:val="9"/>
  </w:num>
  <w:num w:numId="20">
    <w:abstractNumId w:val="6"/>
  </w:num>
  <w:num w:numId="21">
    <w:abstractNumId w:val="21"/>
  </w:num>
  <w:num w:numId="22">
    <w:abstractNumId w:val="15"/>
  </w:num>
  <w:num w:numId="23">
    <w:abstractNumId w:val="1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EBE"/>
    <w:rsid w:val="00010290"/>
    <w:rsid w:val="0005496F"/>
    <w:rsid w:val="00091658"/>
    <w:rsid w:val="00171ADC"/>
    <w:rsid w:val="00193F48"/>
    <w:rsid w:val="001A22AE"/>
    <w:rsid w:val="001A3650"/>
    <w:rsid w:val="0020000D"/>
    <w:rsid w:val="00272B01"/>
    <w:rsid w:val="002946EC"/>
    <w:rsid w:val="00296AFD"/>
    <w:rsid w:val="002D0BB7"/>
    <w:rsid w:val="002D3617"/>
    <w:rsid w:val="002E41FC"/>
    <w:rsid w:val="003161A8"/>
    <w:rsid w:val="00341605"/>
    <w:rsid w:val="003760E2"/>
    <w:rsid w:val="003B67B7"/>
    <w:rsid w:val="004017A7"/>
    <w:rsid w:val="004C3D70"/>
    <w:rsid w:val="004C5EB1"/>
    <w:rsid w:val="004E14E1"/>
    <w:rsid w:val="004F2B1F"/>
    <w:rsid w:val="005223B0"/>
    <w:rsid w:val="005B18B8"/>
    <w:rsid w:val="005D2768"/>
    <w:rsid w:val="005F47C1"/>
    <w:rsid w:val="006E2144"/>
    <w:rsid w:val="006F3ACC"/>
    <w:rsid w:val="007049AD"/>
    <w:rsid w:val="00725BA0"/>
    <w:rsid w:val="00752162"/>
    <w:rsid w:val="007923B7"/>
    <w:rsid w:val="007A1BA5"/>
    <w:rsid w:val="007B7778"/>
    <w:rsid w:val="008273D7"/>
    <w:rsid w:val="00882D69"/>
    <w:rsid w:val="00894FED"/>
    <w:rsid w:val="00904410"/>
    <w:rsid w:val="009B618F"/>
    <w:rsid w:val="00A07645"/>
    <w:rsid w:val="00A46C34"/>
    <w:rsid w:val="00AA3B35"/>
    <w:rsid w:val="00B41319"/>
    <w:rsid w:val="00B5245C"/>
    <w:rsid w:val="00BF7CB9"/>
    <w:rsid w:val="00C25756"/>
    <w:rsid w:val="00C64EBE"/>
    <w:rsid w:val="00CE5C33"/>
    <w:rsid w:val="00DF16DE"/>
    <w:rsid w:val="00E03B6C"/>
    <w:rsid w:val="00E32297"/>
    <w:rsid w:val="00E565F5"/>
    <w:rsid w:val="00F11EB5"/>
    <w:rsid w:val="00F1292C"/>
    <w:rsid w:val="00F3540F"/>
    <w:rsid w:val="00F87514"/>
    <w:rsid w:val="00FC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A83228C-BCA3-4448-941C-D2AA1AB1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E41FC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rsid w:val="002E41FC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2E41FC"/>
  </w:style>
  <w:style w:type="paragraph" w:styleId="Pis">
    <w:name w:val="header"/>
    <w:basedOn w:val="Normaallaad"/>
    <w:rsid w:val="004E14E1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link w:val="JutumullitekstMrk"/>
    <w:rsid w:val="00BF7CB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BF7CB9"/>
    <w:rPr>
      <w:rFonts w:ascii="Tahoma" w:hAnsi="Tahoma" w:cs="Tahoma"/>
      <w:sz w:val="16"/>
      <w:szCs w:val="16"/>
      <w:lang w:eastAsia="en-US"/>
    </w:rPr>
  </w:style>
  <w:style w:type="character" w:customStyle="1" w:styleId="JalusMrk">
    <w:name w:val="Jalus Märk"/>
    <w:basedOn w:val="Liguvaikefont"/>
    <w:link w:val="Jalus"/>
    <w:rsid w:val="007049AD"/>
    <w:rPr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7049AD"/>
    <w:pPr>
      <w:ind w:left="720"/>
      <w:contextualSpacing/>
    </w:pPr>
  </w:style>
  <w:style w:type="character" w:styleId="Kommentaariviide">
    <w:name w:val="annotation reference"/>
    <w:basedOn w:val="Liguvaikefont"/>
    <w:rsid w:val="0001029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01029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010290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01029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010290"/>
    <w:rPr>
      <w:b/>
      <w:bCs/>
      <w:lang w:eastAsia="en-US"/>
    </w:rPr>
  </w:style>
  <w:style w:type="paragraph" w:styleId="Allmrkusetekst">
    <w:name w:val="footnote text"/>
    <w:basedOn w:val="Normaallaad"/>
    <w:link w:val="AllmrkusetekstMrk"/>
    <w:semiHidden/>
    <w:unhideWhenUsed/>
    <w:rsid w:val="0034160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semiHidden/>
    <w:rsid w:val="00341605"/>
    <w:rPr>
      <w:lang w:eastAsia="en-US"/>
    </w:rPr>
  </w:style>
  <w:style w:type="character" w:styleId="Allmrkuseviide">
    <w:name w:val="footnote reference"/>
    <w:basedOn w:val="Liguvaikefont"/>
    <w:semiHidden/>
    <w:unhideWhenUsed/>
    <w:rsid w:val="00341605"/>
    <w:rPr>
      <w:vertAlign w:val="superscript"/>
    </w:rPr>
  </w:style>
  <w:style w:type="table" w:styleId="Kontuurtabel">
    <w:name w:val="Table Grid"/>
    <w:basedOn w:val="Normaaltabel"/>
    <w:rsid w:val="0034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Liguvaikefont"/>
    <w:rsid w:val="00C64EB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anust\Desktop\Lisa%204_&#220;&#252;ripinna%20&#252;leandmise-vastuv&#245;tmise%20akt%20-%20Kaluri%2037%20PPA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FFBE320065544C8D7B36F826A17A2E" ma:contentTypeVersion="2" ma:contentTypeDescription="Loo uus dokument" ma:contentTypeScope="" ma:versionID="761127bf5f96cc4baa310b16721fa7f7">
  <xsd:schema xmlns:xsd="http://www.w3.org/2001/XMLSchema" xmlns:xs="http://www.w3.org/2001/XMLSchema" xmlns:p="http://schemas.microsoft.com/office/2006/metadata/properties" xmlns:ns2="96acac0d-f082-400e-86af-296df737302c" targetNamespace="http://schemas.microsoft.com/office/2006/metadata/properties" ma:root="true" ma:fieldsID="5b04169e56f9d8ceed6d01b116341389" ns2:_="">
    <xsd:import namespace="96acac0d-f082-400e-86af-296df73730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acac0d-f082-400e-86af-296df7373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AA55E-4BAE-486A-868A-4C14519B37E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F012D6F-FD90-4616-8D59-1FEEEDA561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acac0d-f082-400e-86af-296df7373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A23BFA-7F56-4D35-AC9E-3012268A00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A36DC36-EA6D-4A57-B70F-F06497E97D7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AB82742-0D49-4CF0-ADA1-847EA239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4_Üüripinna üleandmise-vastuvõtmise akt - Kaluri 37 PPA.dotx</Template>
  <TotalTime>1</TotalTime>
  <Pages>1</Pages>
  <Words>352</Words>
  <Characters>2042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Üüripinna üleandmise-vastuvõtmise akt</vt:lpstr>
      <vt:lpstr>Üüripinna üleandmise-vastuvõtmise akt</vt:lpstr>
      <vt:lpstr>Akt üüripinna üleandmise-vastuvõtmise kohta</vt:lpstr>
    </vt:vector>
  </TitlesOfParts>
  <Company>Riigi Kinnisvara AS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Üüripinna üleandmise-vastuvõtmise akt</dc:title>
  <dc:creator>Jaanus Toomesoo</dc:creator>
  <cp:lastModifiedBy>Helmuth Kaljo</cp:lastModifiedBy>
  <cp:revision>2</cp:revision>
  <dcterms:created xsi:type="dcterms:W3CDTF">2020-11-24T13:55:00Z</dcterms:created>
  <dcterms:modified xsi:type="dcterms:W3CDTF">2020-11-24T13:55:00Z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0x010100C1FFBE320065544C8D7B36F826A17A2E</vt:lpwstr>
  </property>
  <property fmtid="{D5CDD505-2E9C-101B-9397-08002B2CF9AE}" pid="4" name="Valdkond">
    <vt:lpwstr>01_Kinnisvara haldamine ja hooldamine</vt:lpwstr>
  </property>
  <property fmtid="{D5CDD505-2E9C-101B-9397-08002B2CF9AE}" pid="5" name="Dokumendi haldur">
    <vt:lpwstr>Haldusosakonna juhataja</vt:lpwstr>
  </property>
  <property fmtid="{D5CDD505-2E9C-101B-9397-08002B2CF9AE}" pid="6" name="Arhiveeritud">
    <vt:lpwstr>false</vt:lpwstr>
  </property>
  <property fmtid="{D5CDD505-2E9C-101B-9397-08002B2CF9AE}" pid="7" name="Kinnitatud">
    <vt:lpwstr>2015-07-30T21:00:00+00:00</vt:lpwstr>
  </property>
  <property fmtid="{D5CDD505-2E9C-101B-9397-08002B2CF9AE}" pid="8" name="Tähis">
    <vt:lpwstr>HAL.1.5.</vt:lpwstr>
  </property>
  <property fmtid="{D5CDD505-2E9C-101B-9397-08002B2CF9AE}" pid="9" name="Dokumendi liik">
    <vt:lpwstr>Vorm</vt:lpwstr>
  </property>
  <property fmtid="{D5CDD505-2E9C-101B-9397-08002B2CF9AE}" pid="10" name="Versiooni nr">
    <vt:lpwstr>01</vt:lpwstr>
  </property>
  <property fmtid="{D5CDD505-2E9C-101B-9397-08002B2CF9AE}" pid="11" name="Viimati muudetud">
    <vt:lpwstr>2016-09-21T21:00:00+00:00</vt:lpwstr>
  </property>
</Properties>
</file>